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2C3828" w:rsidRPr="002C3828">
        <w:rPr>
          <w:b/>
        </w:rPr>
        <w:t>Nákup 2 ks vysokozdvižného vozíku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2C3828" w:rsidRPr="000C1BBB" w:rsidRDefault="002C3828" w:rsidP="002C3828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0C1BBB">
        <w:lastRenderedPageBreak/>
        <w:t>Formulář ČP o splnění základní způsobilosti</w:t>
      </w:r>
    </w:p>
    <w:p w:rsidR="002C3828" w:rsidRPr="000C1BBB" w:rsidRDefault="002C3828" w:rsidP="002C3828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Formulář nabídky</w:t>
      </w:r>
    </w:p>
    <w:p w:rsidR="002C3828" w:rsidRPr="000C1BBB" w:rsidRDefault="002C3828" w:rsidP="002C3828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Návrh kupní smlouvy</w:t>
      </w:r>
    </w:p>
    <w:p w:rsidR="002C3828" w:rsidRPr="000C1BBB" w:rsidRDefault="002C3828" w:rsidP="002C3828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Nález podezřelého předmětu</w:t>
      </w:r>
    </w:p>
    <w:p w:rsidR="002C3828" w:rsidRPr="000C1BBB" w:rsidRDefault="002C3828" w:rsidP="002C3828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Čestné prohlášení ve vztahu k zakázaným dohodám</w:t>
      </w:r>
    </w:p>
    <w:p w:rsidR="00374707" w:rsidRPr="002C3828" w:rsidRDefault="00374707" w:rsidP="002C3828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2C3828" w:rsidRPr="002C3828">
        <w:rPr>
          <w:b/>
        </w:rPr>
        <w:t>Nákup 2 ks vysokozdvižného vozíku</w:t>
      </w:r>
      <w:r w:rsidRPr="00F05536">
        <w:rPr>
          <w:b/>
        </w:rPr>
        <w:t xml:space="preserve">“ </w:t>
      </w:r>
      <w:r w:rsidRPr="00F05536">
        <w:t>za tuto nabídkovou c</w:t>
      </w:r>
      <w:r w:rsidR="002C3828">
        <w:t>enu</w:t>
      </w:r>
      <w:r w:rsidRPr="00F05536">
        <w:t>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>Předmět veřejné zakázky  provedeme v rozsahu, který je přesně vymezen zadávacími podklady (viz. bod číslo 1). Souhlasíme s tím, že tato nabídka a zadávací dokumentace jsou závazným</w:t>
      </w:r>
      <w:r w:rsidR="002C3828">
        <w:t xml:space="preserve"> podkladem pro uzavření kupní smlouvy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lastRenderedPageBreak/>
        <w:t>Termín plnění nabízíme v souladu s Vaším požadavkem takto:</w:t>
      </w:r>
    </w:p>
    <w:p w:rsidR="002C3828" w:rsidRDefault="002C3828" w:rsidP="002C3828">
      <w:pPr>
        <w:pStyle w:val="Zhlav"/>
        <w:tabs>
          <w:tab w:val="clear" w:pos="4536"/>
          <w:tab w:val="left" w:pos="1843"/>
        </w:tabs>
        <w:ind w:left="284"/>
      </w:pPr>
      <w:r w:rsidRPr="00F05536">
        <w:t>Zahájení díla</w:t>
      </w:r>
      <w:r w:rsidRPr="00C445F8">
        <w:t xml:space="preserve">: </w:t>
      </w:r>
      <w:r w:rsidRPr="00C445F8">
        <w:rPr>
          <w:b/>
        </w:rPr>
        <w:t xml:space="preserve">srpen 2020 – </w:t>
      </w:r>
      <w:r w:rsidRPr="00C445F8">
        <w:t>ihned po nabytí účinnosti kupní smlouvy uveřejněním</w:t>
      </w:r>
    </w:p>
    <w:p w:rsidR="002C3828" w:rsidRPr="00F05536" w:rsidRDefault="002C3828" w:rsidP="002C3828">
      <w:pPr>
        <w:pStyle w:val="Zhlav"/>
        <w:tabs>
          <w:tab w:val="clear" w:pos="4536"/>
          <w:tab w:val="left" w:pos="1843"/>
        </w:tabs>
        <w:ind w:left="284"/>
      </w:pPr>
      <w:r>
        <w:tab/>
        <w:t xml:space="preserve">                  v registru smluv</w:t>
      </w:r>
    </w:p>
    <w:p w:rsidR="00374707" w:rsidRPr="007364DE" w:rsidRDefault="002C3828" w:rsidP="002C3828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díla: </w:t>
      </w:r>
      <w:r>
        <w:rPr>
          <w:b/>
        </w:rPr>
        <w:t>30</w:t>
      </w:r>
      <w:r w:rsidRPr="00F05536">
        <w:rPr>
          <w:b/>
        </w:rPr>
        <w:t xml:space="preserve">. </w:t>
      </w:r>
      <w:r>
        <w:rPr>
          <w:b/>
        </w:rPr>
        <w:t>listopadu</w:t>
      </w:r>
      <w:r w:rsidRPr="00F05536">
        <w:rPr>
          <w:b/>
        </w:rPr>
        <w:t xml:space="preserve"> 2020</w:t>
      </w:r>
      <w:r w:rsidRPr="00F05536">
        <w:t xml:space="preserve">   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2C3828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V případě, že naše nabídka bude vybrána a bude uzavřena s</w:t>
      </w:r>
      <w:r w:rsidR="002C3828">
        <w:t>mlouva</w:t>
      </w:r>
      <w:bookmarkStart w:id="0" w:name="_GoBack"/>
      <w:bookmarkEnd w:id="0"/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382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382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DFBC3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B04E8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38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382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6EB90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28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C3828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17D73E"/>
  <w14:defaultImageDpi w14:val="32767"/>
  <w15:docId w15:val="{93427A62-C2E4-4441-A88E-352579C15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A7521D-8742-4F77-BA80-AA1BAEA69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2</Pages>
  <Words>448</Words>
  <Characters>2644</Characters>
  <Application>Microsoft Office Word</Application>
  <DocSecurity>4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2</cp:revision>
  <cp:lastPrinted>2017-11-28T17:18:00Z</cp:lastPrinted>
  <dcterms:created xsi:type="dcterms:W3CDTF">2020-07-08T12:37:00Z</dcterms:created>
  <dcterms:modified xsi:type="dcterms:W3CDTF">2020-07-08T12:37:00Z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